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CC321D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 w:rsidR="00CC321D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CC3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C321D">
              <w:rPr>
                <w:rFonts w:ascii="Times New Roman" w:hAnsi="Times New Roman" w:cs="Times New Roman"/>
                <w:b/>
                <w:sz w:val="24"/>
                <w:szCs w:val="24"/>
              </w:rPr>
              <w:t>Concurrent with Task 4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2787F" w:rsidRDefault="00CC321D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Sheet</w:t>
            </w:r>
          </w:p>
          <w:p w:rsidR="00CC321D" w:rsidRDefault="00CC321D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 Test</w:t>
            </w:r>
          </w:p>
          <w:p w:rsidR="00487B3D" w:rsidRDefault="00487B3D" w:rsidP="00C130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C130AD" w:rsidRPr="008C13D7" w:rsidRDefault="00C130AD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BB150DB" wp14:editId="3C77DAB8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D0E93AB" wp14:editId="1343E443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E98895A" wp14:editId="2CD9FF37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2209954" wp14:editId="77A6F5C4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B2F60A1" wp14:editId="439AE737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8A503F2" wp14:editId="5D952205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D47021E" wp14:editId="68290CBE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DAB8AF" wp14:editId="26EBB50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155DE4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 Test</w:t>
            </w:r>
          </w:p>
          <w:p w:rsidR="00155DE4" w:rsidRPr="008C13D7" w:rsidRDefault="00155DE4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4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3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B5816" w:rsidRPr="00FB5816" w:rsidRDefault="00FB5816" w:rsidP="00155D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B5816" w:rsidRDefault="00FB5816" w:rsidP="00FB58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AB4A32" w:rsidP="00BB6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A35D78" w:rsidRPr="00CE7680" w:rsidRDefault="00A35D78" w:rsidP="00BB62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E30904" w:rsidRPr="00CE7680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</w:tcPr>
          <w:p w:rsidR="00136CB3" w:rsidRPr="00CE7680" w:rsidRDefault="00136CB3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BB622D" w:rsidRPr="00CE7680" w:rsidRDefault="008C13D7" w:rsidP="00BB62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8C13D7" w:rsidRPr="00CE7680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C438E"/>
    <w:multiLevelType w:val="hybridMultilevel"/>
    <w:tmpl w:val="8CA2A73A"/>
    <w:lvl w:ilvl="0" w:tplc="48FA35F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0261"/>
    <w:rsid w:val="00093D99"/>
    <w:rsid w:val="00107023"/>
    <w:rsid w:val="00136CB3"/>
    <w:rsid w:val="00155DE4"/>
    <w:rsid w:val="002142EE"/>
    <w:rsid w:val="00224A5F"/>
    <w:rsid w:val="0025136F"/>
    <w:rsid w:val="00274ACD"/>
    <w:rsid w:val="0028190D"/>
    <w:rsid w:val="0033680C"/>
    <w:rsid w:val="00345DC2"/>
    <w:rsid w:val="003A4C33"/>
    <w:rsid w:val="003D7D31"/>
    <w:rsid w:val="00413321"/>
    <w:rsid w:val="00447202"/>
    <w:rsid w:val="00487B3D"/>
    <w:rsid w:val="004B658C"/>
    <w:rsid w:val="0051657B"/>
    <w:rsid w:val="005273AD"/>
    <w:rsid w:val="00570FB8"/>
    <w:rsid w:val="005C4CBE"/>
    <w:rsid w:val="005F72FA"/>
    <w:rsid w:val="00643719"/>
    <w:rsid w:val="00652148"/>
    <w:rsid w:val="006A0ACD"/>
    <w:rsid w:val="00710DF8"/>
    <w:rsid w:val="0072787F"/>
    <w:rsid w:val="00770384"/>
    <w:rsid w:val="007B401D"/>
    <w:rsid w:val="008C13D7"/>
    <w:rsid w:val="008F2468"/>
    <w:rsid w:val="009A1589"/>
    <w:rsid w:val="009A4A38"/>
    <w:rsid w:val="009B085C"/>
    <w:rsid w:val="00A154C1"/>
    <w:rsid w:val="00A35523"/>
    <w:rsid w:val="00A35D78"/>
    <w:rsid w:val="00A67FA5"/>
    <w:rsid w:val="00A8689F"/>
    <w:rsid w:val="00AB10A6"/>
    <w:rsid w:val="00AB4A32"/>
    <w:rsid w:val="00B51CA8"/>
    <w:rsid w:val="00B82ADE"/>
    <w:rsid w:val="00BB622D"/>
    <w:rsid w:val="00BF577B"/>
    <w:rsid w:val="00C130AD"/>
    <w:rsid w:val="00C236E2"/>
    <w:rsid w:val="00C92D93"/>
    <w:rsid w:val="00CB2DBC"/>
    <w:rsid w:val="00CB595F"/>
    <w:rsid w:val="00CC321D"/>
    <w:rsid w:val="00CD5617"/>
    <w:rsid w:val="00CE7680"/>
    <w:rsid w:val="00D12289"/>
    <w:rsid w:val="00D22A87"/>
    <w:rsid w:val="00D53118"/>
    <w:rsid w:val="00D7779B"/>
    <w:rsid w:val="00D85633"/>
    <w:rsid w:val="00E30904"/>
    <w:rsid w:val="00E52126"/>
    <w:rsid w:val="00FB5816"/>
    <w:rsid w:val="00FE460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A06EE-5BC0-442B-A731-3D3C303CA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CA13CF0.dotm</Template>
  <TotalTime>2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Teacher</cp:lastModifiedBy>
  <cp:revision>3</cp:revision>
  <dcterms:created xsi:type="dcterms:W3CDTF">2012-07-18T17:06:00Z</dcterms:created>
  <dcterms:modified xsi:type="dcterms:W3CDTF">2012-07-18T18:12:00Z</dcterms:modified>
</cp:coreProperties>
</file>